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0C87E5A4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7F374B">
        <w:rPr>
          <w:b/>
          <w:lang w:val="en-GB"/>
        </w:rPr>
        <w:t xml:space="preserve"> 26-G001-25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8A0E57A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7F374B">
        <w:rPr>
          <w:rFonts w:ascii="Calibri" w:hAnsi="Calibri" w:cs="Calibri"/>
          <w:lang w:val="en-GB"/>
        </w:rPr>
        <w:t xml:space="preserve">Ministry of Women Youth Sport and Social Affairs </w:t>
      </w:r>
      <w:r w:rsidRPr="007F3777">
        <w:rPr>
          <w:rFonts w:ascii="Calibri" w:hAnsi="Calibri" w:cs="Calibri"/>
          <w:lang w:val="en-GB"/>
        </w:rPr>
        <w:t>herein</w:t>
      </w:r>
      <w:r w:rsidR="007F374B">
        <w:rPr>
          <w:rFonts w:ascii="Calibri" w:hAnsi="Calibri" w:cs="Calibri"/>
          <w:lang w:val="en-GB"/>
        </w:rPr>
        <w:t xml:space="preserve"> </w:t>
      </w:r>
      <w:r w:rsidRPr="007F3777">
        <w:rPr>
          <w:rFonts w:ascii="Calibri" w:hAnsi="Calibri" w:cs="Calibri"/>
          <w:lang w:val="en-GB"/>
        </w:rPr>
        <w:t xml:space="preserve">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22584A2D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</w:t>
      </w:r>
      <w:r w:rsidR="00DC3298">
        <w:rPr>
          <w:rFonts w:ascii="Calibri" w:eastAsia="Times New Roman" w:hAnsi="Calibri" w:cs="Calibri"/>
          <w:b/>
          <w:i/>
          <w:iCs/>
          <w:lang w:val="en-GB"/>
        </w:rPr>
        <w:t>e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05E0F4B2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</w:t>
      </w:r>
      <w:r w:rsidR="00DC3298">
        <w:rPr>
          <w:lang w:val="en-GB"/>
        </w:rPr>
        <w:t>: 26-G001-25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181AEC18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DC3298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DC3298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712BE" w14:textId="77777777" w:rsidR="00267118" w:rsidRDefault="00267118">
      <w:r>
        <w:separator/>
      </w:r>
    </w:p>
  </w:endnote>
  <w:endnote w:type="continuationSeparator" w:id="0">
    <w:p w14:paraId="0ABB21B1" w14:textId="77777777" w:rsidR="00267118" w:rsidRDefault="00267118">
      <w:r>
        <w:continuationSeparator/>
      </w:r>
    </w:p>
  </w:endnote>
  <w:endnote w:type="continuationNotice" w:id="1">
    <w:p w14:paraId="7D2D4D58" w14:textId="77777777" w:rsidR="00267118" w:rsidRDefault="00267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01EDEED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374B">
      <w:rPr>
        <w:noProof/>
      </w:rPr>
      <w:t>2025-11-05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F523" w14:textId="77777777" w:rsidR="00267118" w:rsidRDefault="00267118">
      <w:r>
        <w:separator/>
      </w:r>
    </w:p>
  </w:footnote>
  <w:footnote w:type="continuationSeparator" w:id="0">
    <w:p w14:paraId="3DBEABDC" w14:textId="77777777" w:rsidR="00267118" w:rsidRDefault="00267118">
      <w:r>
        <w:continuationSeparator/>
      </w:r>
    </w:p>
  </w:footnote>
  <w:footnote w:type="continuationNotice" w:id="1">
    <w:p w14:paraId="1B861D7D" w14:textId="77777777" w:rsidR="00267118" w:rsidRDefault="00267118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67118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938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4B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298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40</TotalTime>
  <Pages>7</Pages>
  <Words>1837</Words>
  <Characters>10472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2020-12-01T12:58:00Z</dcterms:created>
  <dcterms:modified xsi:type="dcterms:W3CDTF">2025-11-04T22:31:00Z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